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432FEA62" w:rsidRDefault="00997F14" w14:paraId="5D3EE44C" w14:textId="4A141F3B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432FEA62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32FEA62" w:rsidR="00D8678B">
        <w:rPr>
          <w:rFonts w:ascii="Corbel" w:hAnsi="Corbel"/>
          <w:i w:val="1"/>
          <w:iCs w:val="1"/>
        </w:rPr>
        <w:t xml:space="preserve">Załącznik nr </w:t>
      </w:r>
      <w:r w:rsidRPr="432FEA62" w:rsidR="006F31E2">
        <w:rPr>
          <w:rFonts w:ascii="Corbel" w:hAnsi="Corbel"/>
          <w:i w:val="1"/>
          <w:iCs w:val="1"/>
        </w:rPr>
        <w:t>1.5</w:t>
      </w:r>
      <w:r w:rsidRPr="432FEA62" w:rsidR="00D8678B">
        <w:rPr>
          <w:rFonts w:ascii="Corbel" w:hAnsi="Corbel"/>
          <w:i w:val="1"/>
          <w:iCs w:val="1"/>
        </w:rPr>
        <w:t xml:space="preserve"> do Zarządzenia</w:t>
      </w:r>
      <w:r w:rsidRPr="432FEA62" w:rsidR="002A22BF">
        <w:rPr>
          <w:rFonts w:ascii="Corbel" w:hAnsi="Corbel"/>
          <w:i w:val="1"/>
          <w:iCs w:val="1"/>
        </w:rPr>
        <w:t xml:space="preserve"> Rektora </w:t>
      </w:r>
      <w:r w:rsidRPr="432FEA62" w:rsidR="002A22BF">
        <w:rPr>
          <w:rFonts w:ascii="Corbel" w:hAnsi="Corbel"/>
          <w:i w:val="1"/>
          <w:iCs w:val="1"/>
        </w:rPr>
        <w:t>UR</w:t>
      </w:r>
      <w:r w:rsidRPr="432FEA62" w:rsidR="00CD6897">
        <w:rPr>
          <w:rFonts w:ascii="Corbel" w:hAnsi="Corbel"/>
          <w:i w:val="1"/>
          <w:iCs w:val="1"/>
        </w:rPr>
        <w:t xml:space="preserve"> nr</w:t>
      </w:r>
      <w:r w:rsidRPr="432FEA62" w:rsidR="00CD6897">
        <w:rPr>
          <w:rFonts w:ascii="Corbel" w:hAnsi="Corbel"/>
          <w:i w:val="1"/>
          <w:iCs w:val="1"/>
        </w:rPr>
        <w:t xml:space="preserve"> </w:t>
      </w:r>
      <w:r w:rsidRPr="432FEA62" w:rsidR="00F17567">
        <w:rPr>
          <w:rFonts w:ascii="Corbel" w:hAnsi="Corbel"/>
          <w:i w:val="1"/>
          <w:iCs w:val="1"/>
        </w:rPr>
        <w:t>12/2019</w:t>
      </w:r>
    </w:p>
    <w:p w:rsidRPr="009C54AE" w:rsidR="0085747A" w:rsidP="009C54AE" w:rsidRDefault="0085747A" w14:paraId="50C91A3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4DFF8B51" w14:textId="58BA433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2B074F" w:rsidR="00406C5A">
        <w:rPr>
          <w:rFonts w:ascii="Corbel" w:hAnsi="Corbel"/>
          <w:b/>
          <w:smallCaps/>
          <w:sz w:val="24"/>
          <w:szCs w:val="24"/>
        </w:rPr>
        <w:t>2022/2023-202</w:t>
      </w:r>
      <w:r w:rsidR="00406C5A">
        <w:rPr>
          <w:rFonts w:ascii="Corbel" w:hAnsi="Corbel"/>
          <w:b/>
          <w:smallCaps/>
          <w:sz w:val="24"/>
          <w:szCs w:val="24"/>
        </w:rPr>
        <w:t>3</w:t>
      </w:r>
      <w:r w:rsidRPr="002B074F" w:rsidR="00406C5A">
        <w:rPr>
          <w:rFonts w:ascii="Corbel" w:hAnsi="Corbel"/>
          <w:b/>
          <w:smallCaps/>
          <w:sz w:val="24"/>
          <w:szCs w:val="24"/>
        </w:rPr>
        <w:t>/202</w:t>
      </w:r>
      <w:r w:rsidR="00406C5A">
        <w:rPr>
          <w:rFonts w:ascii="Corbel" w:hAnsi="Corbel"/>
          <w:b/>
          <w:smallCaps/>
          <w:sz w:val="24"/>
          <w:szCs w:val="24"/>
        </w:rPr>
        <w:t>4</w:t>
      </w:r>
      <w:r w:rsidRPr="009C54AE" w:rsidR="00406C5A">
        <w:rPr>
          <w:rFonts w:ascii="Corbel" w:hAnsi="Corbel"/>
          <w:b/>
          <w:smallCaps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P="00EA4832" w:rsidRDefault="00EA4832" w14:paraId="5F908C5F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47661292" w14:textId="538BDC0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570E20">
        <w:rPr>
          <w:rFonts w:ascii="Corbel" w:hAnsi="Corbel"/>
          <w:sz w:val="20"/>
          <w:szCs w:val="20"/>
        </w:rPr>
        <w:t>202</w:t>
      </w:r>
      <w:r w:rsidR="0033321A">
        <w:rPr>
          <w:rFonts w:ascii="Corbel" w:hAnsi="Corbel"/>
          <w:sz w:val="20"/>
          <w:szCs w:val="20"/>
        </w:rPr>
        <w:t>3</w:t>
      </w:r>
      <w:r w:rsidR="00570E20">
        <w:rPr>
          <w:rFonts w:ascii="Corbel" w:hAnsi="Corbel"/>
          <w:sz w:val="20"/>
          <w:szCs w:val="20"/>
        </w:rPr>
        <w:t>/202</w:t>
      </w:r>
      <w:r w:rsidR="0033321A">
        <w:rPr>
          <w:rFonts w:ascii="Corbel" w:hAnsi="Corbel"/>
          <w:sz w:val="20"/>
          <w:szCs w:val="20"/>
        </w:rPr>
        <w:t>4</w:t>
      </w:r>
    </w:p>
    <w:p w:rsidRPr="009C54AE" w:rsidR="0085747A" w:rsidP="009C54AE" w:rsidRDefault="0085747A" w14:paraId="31E340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638248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32FEA62" w14:paraId="03AD8BD7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2DDFE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32FEA62" w:rsidRDefault="0004015C" w14:paraId="797B20FD" w14:textId="06C76B8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32FEA62" w:rsidR="0004015C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Strategiczne zarządzanie rozwojem </w:t>
            </w:r>
          </w:p>
        </w:tc>
      </w:tr>
      <w:tr w:rsidRPr="009C54AE" w:rsidR="0085747A" w:rsidTr="432FEA62" w14:paraId="56C69E9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3DA69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23B4C" w14:paraId="5D09A9DE" w14:textId="0BB4B7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B4C">
              <w:rPr>
                <w:rFonts w:ascii="Corbel" w:hAnsi="Corbel"/>
                <w:b w:val="0"/>
                <w:sz w:val="24"/>
                <w:szCs w:val="24"/>
              </w:rPr>
              <w:t>A2SO57</w:t>
            </w:r>
          </w:p>
        </w:tc>
      </w:tr>
      <w:tr w:rsidRPr="009C54AE" w:rsidR="0033321A" w:rsidTr="432FEA62" w14:paraId="04B7DE72" w14:textId="77777777">
        <w:tc>
          <w:tcPr>
            <w:tcW w:w="2694" w:type="dxa"/>
            <w:tcMar/>
            <w:vAlign w:val="center"/>
          </w:tcPr>
          <w:p w:rsidRPr="009C54AE" w:rsidR="0033321A" w:rsidP="0033321A" w:rsidRDefault="0033321A" w14:paraId="1CBFB54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33321A" w:rsidP="432FEA62" w:rsidRDefault="0033321A" w14:paraId="0199CF71" w14:textId="1DFAE43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32FEA62" w:rsidR="0033321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432FEA62" w:rsidR="0033321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, </w:t>
            </w:r>
          </w:p>
        </w:tc>
      </w:tr>
      <w:tr w:rsidRPr="009C54AE" w:rsidR="0033321A" w:rsidTr="432FEA62" w14:paraId="690D3582" w14:textId="77777777">
        <w:tc>
          <w:tcPr>
            <w:tcW w:w="2694" w:type="dxa"/>
            <w:tcMar/>
            <w:vAlign w:val="center"/>
          </w:tcPr>
          <w:p w:rsidRPr="009C54AE" w:rsidR="0033321A" w:rsidP="0033321A" w:rsidRDefault="0033321A" w14:paraId="1CDD7E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33321A" w:rsidP="432FEA62" w:rsidRDefault="0033321A" w14:paraId="7844235A" w14:textId="053C712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32FEA62" w:rsidR="64A5B34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Instytut Nauk Prawnych</w:t>
            </w:r>
            <w:r w:rsidRPr="432FEA62" w:rsidR="64A5B34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432FEA62" w:rsidR="0033321A">
              <w:rPr>
                <w:rFonts w:ascii="Corbel" w:hAnsi="Corbel"/>
                <w:b w:val="0"/>
                <w:bCs w:val="0"/>
                <w:sz w:val="24"/>
                <w:szCs w:val="24"/>
              </w:rPr>
              <w:t>Zakład Nauki o Administracji</w:t>
            </w:r>
          </w:p>
        </w:tc>
      </w:tr>
      <w:tr w:rsidRPr="009C54AE" w:rsidR="0085747A" w:rsidTr="432FEA62" w14:paraId="6EDF4A4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ACA9D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E2D7F" w14:paraId="0A0B4EEB" w14:textId="56737B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432FEA62" w14:paraId="299D8164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731C6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877AB" w14:paraId="1B8DCA7B" w14:textId="3BF7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B448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Pr="009C54AE" w:rsidR="0085747A" w:rsidTr="432FEA62" w14:paraId="154440E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A798F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C0FFC" w14:paraId="447D481C" w14:textId="4F12FC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9C54AE" w:rsidR="0085747A" w:rsidTr="432FEA62" w14:paraId="42E37A9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67A928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C0FFC" w14:paraId="5753BF6C" w14:textId="4C95FF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Pr="009C54AE" w:rsidR="0085747A" w:rsidTr="432FEA62" w14:paraId="488AF74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BE38D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32FEA62" w:rsidRDefault="00656B78" w14:paraId="53B7AD94" w14:textId="7742F05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32FEA62" w:rsidR="00656B78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432FEA62" w:rsidR="00523B4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 </w:t>
            </w:r>
            <w:r w:rsidRPr="432FEA62" w:rsidR="00656B7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/ </w:t>
            </w:r>
            <w:r w:rsidRPr="432FEA62" w:rsidR="00523B4C">
              <w:rPr>
                <w:rFonts w:ascii="Corbel" w:hAnsi="Corbel"/>
                <w:b w:val="0"/>
                <w:bCs w:val="0"/>
                <w:sz w:val="24"/>
                <w:szCs w:val="24"/>
              </w:rPr>
              <w:t>3</w:t>
            </w:r>
            <w:r w:rsidRPr="432FEA62" w:rsidR="00656B7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432FEA62" w14:paraId="0B70A41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63E64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32FEA62" w:rsidRDefault="005C7657" w14:paraId="72ADAA71" w14:textId="1CF1E23F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32FEA62" w:rsidR="05711193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Pr="009C54AE" w:rsidR="00923D7D" w:rsidTr="432FEA62" w14:paraId="683DC03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B52F3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9C0FFC" w14:paraId="3845C906" w14:textId="5C307B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432FEA62" w14:paraId="6D58EFB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4042A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C7657" w14:paraId="4EE975CC" w14:textId="3B07B0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9C54AE" w:rsidR="002644CA" w:rsidTr="432FEA62" w14:paraId="1C5B2BB9" w14:textId="77777777">
        <w:tc>
          <w:tcPr>
            <w:tcW w:w="2694" w:type="dxa"/>
            <w:tcMar/>
            <w:vAlign w:val="center"/>
          </w:tcPr>
          <w:p w:rsidRPr="009C54AE" w:rsidR="002644CA" w:rsidP="002644CA" w:rsidRDefault="002644CA" w14:paraId="07F153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2644CA" w:rsidP="002644CA" w:rsidRDefault="002644CA" w14:paraId="50104CB2" w14:textId="03209D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</w:tbl>
    <w:p w:rsidRPr="009C54AE" w:rsidR="0085747A" w:rsidP="009C54AE" w:rsidRDefault="0085747A" w14:paraId="70A910A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0EFC1B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8E7391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984DB6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85"/>
        <w:gridCol w:w="855"/>
        <w:gridCol w:w="710"/>
        <w:gridCol w:w="945"/>
        <w:gridCol w:w="825"/>
        <w:gridCol w:w="840"/>
        <w:gridCol w:w="626"/>
        <w:gridCol w:w="948"/>
        <w:gridCol w:w="1189"/>
        <w:gridCol w:w="1505"/>
      </w:tblGrid>
      <w:tr w:rsidRPr="009C54AE" w:rsidR="00015B8F" w:rsidTr="432FEA62" w14:paraId="34A2688C" w14:textId="77777777"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08E1C7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8BF89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717E68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AF3B8A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301042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908A8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C3804F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C2351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1F480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BE324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0BD2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432FEA62" w14:paraId="1E0797BC" w14:textId="77777777">
        <w:trPr>
          <w:trHeight w:val="453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2644CA" w14:paraId="5591A28B" w14:textId="35CDE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B448C" w14:paraId="4F15869C" w14:textId="471A1D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1B2BB8" w14:paraId="07D9FFE4" w14:textId="3DD450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13A92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F22E09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80FDD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3AE51C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183F51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5E5D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B448C" w14:paraId="752B6D28" w14:textId="4DBBEE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56F111F6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94AE12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33321A" w14:paraId="48ABBC3A" w14:textId="727BEC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+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7F60E60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366203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432FEA62" w:rsidRDefault="00E22FBC" w14:paraId="3FEDDCBB" w14:textId="6D73D8E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432FEA62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32FEA62" w:rsidR="00E22FBC">
        <w:rPr>
          <w:rFonts w:ascii="Corbel" w:hAnsi="Corbel"/>
          <w:caps w:val="0"/>
          <w:smallCaps w:val="0"/>
        </w:rPr>
        <w:t>For</w:t>
      </w:r>
      <w:r w:rsidRPr="432FEA62" w:rsidR="00445970">
        <w:rPr>
          <w:rFonts w:ascii="Corbel" w:hAnsi="Corbel"/>
          <w:caps w:val="0"/>
          <w:smallCaps w:val="0"/>
        </w:rPr>
        <w:t xml:space="preserve">ma zaliczenia </w:t>
      </w:r>
      <w:r w:rsidRPr="432FEA62" w:rsidR="00445970">
        <w:rPr>
          <w:rFonts w:ascii="Corbel" w:hAnsi="Corbel"/>
          <w:caps w:val="0"/>
          <w:smallCaps w:val="0"/>
        </w:rPr>
        <w:t xml:space="preserve">przedmiotu </w:t>
      </w:r>
      <w:r w:rsidRPr="432FEA62" w:rsidR="00E22FBC">
        <w:rPr>
          <w:rFonts w:ascii="Corbel" w:hAnsi="Corbel"/>
          <w:caps w:val="0"/>
          <w:smallCaps w:val="0"/>
        </w:rPr>
        <w:t>(</w:t>
      </w:r>
      <w:r w:rsidRPr="432FEA62" w:rsidR="00E22FBC">
        <w:rPr>
          <w:rFonts w:ascii="Corbel" w:hAnsi="Corbel"/>
          <w:caps w:val="0"/>
          <w:smallCaps w:val="0"/>
        </w:rPr>
        <w:t xml:space="preserve">z toku) </w:t>
      </w:r>
      <w:r w:rsidRPr="432FEA62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009C54AE" w:rsidRDefault="00071105" w14:paraId="2339BF1D" w14:textId="22B9A21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Wykład: </w:t>
      </w:r>
      <w:r w:rsidR="004335C5">
        <w:rPr>
          <w:rFonts w:ascii="Corbel" w:hAnsi="Corbel"/>
          <w:b w:val="0"/>
          <w:szCs w:val="24"/>
        </w:rPr>
        <w:t>Egzamin</w:t>
      </w:r>
    </w:p>
    <w:p w:rsidR="00071105" w:rsidP="009C54AE" w:rsidRDefault="001B2BB8" w14:paraId="3801EB47" w14:textId="7D82BE8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ćwiczenia: zaliczenie z oceną</w:t>
      </w:r>
    </w:p>
    <w:p w:rsidR="00E960BB" w:rsidP="009C54AE" w:rsidRDefault="00E960BB" w14:paraId="7965727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432FEA62" w:rsidRDefault="0085747A" w14:paraId="43E4D1D0" w14:textId="77777777">
      <w:pPr>
        <w:pStyle w:val="Punktygwne"/>
        <w:spacing w:before="0" w:after="0"/>
        <w:rPr>
          <w:rFonts w:ascii="Corbel" w:hAnsi="Corbel"/>
        </w:rPr>
      </w:pPr>
      <w:r w:rsidRPr="432FEA62" w:rsidR="0085747A">
        <w:rPr>
          <w:rFonts w:ascii="Corbel" w:hAnsi="Corbel"/>
        </w:rPr>
        <w:t xml:space="preserve">2.Wymagania wstępne </w:t>
      </w:r>
    </w:p>
    <w:p w:rsidR="432FEA62" w:rsidP="432FEA62" w:rsidRDefault="432FEA62" w14:paraId="4CE6BA5F" w14:textId="289A0D7B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D1B1B" w14:paraId="6694D81E" w14:textId="77777777">
        <w:tc>
          <w:tcPr>
            <w:tcW w:w="9520" w:type="dxa"/>
          </w:tcPr>
          <w:p w:rsidRPr="009C54AE" w:rsidR="0085747A" w:rsidP="009C54AE" w:rsidRDefault="006F2AF8" w14:paraId="2F1227FD" w14:textId="2A8AE44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 funkcjonowania administracji publicznej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jej struktur i zadań</w:t>
            </w:r>
            <w:r w:rsidR="00AE46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7733F47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432FEA62" w:rsidRDefault="0071620A" w14:paraId="1F36D6A5" w14:textId="1D382006">
      <w:pPr>
        <w:pStyle w:val="Punktygwne"/>
        <w:spacing w:before="0" w:after="0"/>
        <w:rPr>
          <w:rFonts w:ascii="Corbel" w:hAnsi="Corbel"/>
        </w:rPr>
      </w:pPr>
      <w:r w:rsidRPr="432FEA62" w:rsidR="0071620A">
        <w:rPr>
          <w:rFonts w:ascii="Corbel" w:hAnsi="Corbel"/>
        </w:rPr>
        <w:t>3.</w:t>
      </w:r>
      <w:r w:rsidRPr="432FEA62" w:rsidR="0085747A">
        <w:rPr>
          <w:rFonts w:ascii="Corbel" w:hAnsi="Corbel"/>
        </w:rPr>
        <w:t xml:space="preserve"> </w:t>
      </w:r>
      <w:r w:rsidRPr="432FEA62" w:rsidR="00A84C85">
        <w:rPr>
          <w:rFonts w:ascii="Corbel" w:hAnsi="Corbel"/>
        </w:rPr>
        <w:t xml:space="preserve">cele, efekty uczenia </w:t>
      </w:r>
      <w:r w:rsidRPr="432FEA62" w:rsidR="00A84C85">
        <w:rPr>
          <w:rFonts w:ascii="Corbel" w:hAnsi="Corbel"/>
        </w:rPr>
        <w:t>się</w:t>
      </w:r>
      <w:r w:rsidRPr="432FEA62" w:rsidR="0085747A">
        <w:rPr>
          <w:rFonts w:ascii="Corbel" w:hAnsi="Corbel"/>
        </w:rPr>
        <w:t>,</w:t>
      </w:r>
      <w:r w:rsidRPr="432FEA62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15D5483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23F47E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0B578E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33321A" w:rsidTr="0033321A" w14:paraId="66B61722" w14:textId="77777777">
        <w:tc>
          <w:tcPr>
            <w:tcW w:w="845" w:type="dxa"/>
            <w:vAlign w:val="center"/>
          </w:tcPr>
          <w:p w:rsidRPr="009C54AE" w:rsidR="0033321A" w:rsidP="00EA477A" w:rsidRDefault="0033321A" w14:paraId="0CEBFA8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46136A" w:rsidR="0033321A" w:rsidP="00EA477A" w:rsidRDefault="0033321A" w14:paraId="33590DA1" w14:textId="5B019B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studenta z podstawową terminologią 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>i instrumentami niezbędnymi w zarządzaniu rozwojem administracji publicznej</w:t>
            </w:r>
          </w:p>
        </w:tc>
      </w:tr>
      <w:tr w:rsidRPr="009C54AE" w:rsidR="0033321A" w:rsidTr="0033321A" w14:paraId="1E490D16" w14:textId="77777777">
        <w:tc>
          <w:tcPr>
            <w:tcW w:w="845" w:type="dxa"/>
            <w:vAlign w:val="center"/>
          </w:tcPr>
          <w:p w:rsidRPr="009C54AE" w:rsidR="0033321A" w:rsidP="00EA477A" w:rsidRDefault="0033321A" w14:paraId="72A27101" w14:textId="0E385C8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46136A" w:rsidR="0033321A" w:rsidP="00EA477A" w:rsidRDefault="0033321A" w14:paraId="3EA57AF3" w14:textId="67A72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223D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również zdobycie przez studenta umiejętności i poznanie technik tworzenia strategii rozwoju oraz jej wdrożenia w administracji publicznej. </w:t>
            </w:r>
          </w:p>
        </w:tc>
      </w:tr>
    </w:tbl>
    <w:p w:rsidRPr="009C54AE" w:rsidR="0085747A" w:rsidP="009C54AE" w:rsidRDefault="0085747A" w14:paraId="339B0BB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E1DEC8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D090BC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432FEA62" w14:paraId="28B0B119" w14:textId="77777777">
        <w:tc>
          <w:tcPr>
            <w:tcW w:w="1679" w:type="dxa"/>
            <w:tcMar/>
            <w:vAlign w:val="center"/>
          </w:tcPr>
          <w:p w:rsidRPr="009C54AE" w:rsidR="0085747A" w:rsidP="009C54AE" w:rsidRDefault="0085747A" w14:paraId="1F16C0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tcMar/>
            <w:vAlign w:val="center"/>
          </w:tcPr>
          <w:p w:rsidRPr="009C54AE" w:rsidR="0085747A" w:rsidP="00C05F44" w:rsidRDefault="0085747A" w14:paraId="46D8EA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0AB3A4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F26BE3" w:rsidTr="432FEA62" w14:paraId="2E1AABC3" w14:textId="77777777">
        <w:tc>
          <w:tcPr>
            <w:tcW w:w="1679" w:type="dxa"/>
            <w:tcMar/>
          </w:tcPr>
          <w:p w:rsidR="00F26BE3" w:rsidP="009C54AE" w:rsidRDefault="00F26BE3" w14:paraId="0FF0A408" w14:textId="061DB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97DB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Pr="009C54AE" w:rsidR="00F26BE3" w:rsidP="009C54AE" w:rsidRDefault="00F26BE3" w14:paraId="4E2ED729" w14:textId="63C17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  <w:tcMar/>
          </w:tcPr>
          <w:p w:rsidRPr="00C049B2" w:rsidR="00C049B2" w:rsidP="432FEA62" w:rsidRDefault="00C049B2" w14:paraId="17822C54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32FEA62" w:rsidR="1CF3B378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rozszerzoną wiedzę o roli człowieka, jego cechach i aktywności w sferze administracji oraz jako twórcy kultury i podmiotu konstytuującego struktury społeczne i</w:t>
            </w:r>
          </w:p>
          <w:p w:rsidRPr="00F81D8A" w:rsidR="00F26BE3" w:rsidP="432FEA62" w:rsidRDefault="00C049B2" w14:paraId="760112B0" w14:textId="77EB40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32FEA62" w:rsidR="1CF3B378">
              <w:rPr>
                <w:rFonts w:ascii="Corbel" w:hAnsi="Corbel"/>
                <w:b w:val="0"/>
                <w:bCs w:val="0"/>
                <w:caps w:val="0"/>
                <w:smallCaps w:val="0"/>
              </w:rPr>
              <w:t>zasady ich funkcjonowania;</w:t>
            </w:r>
          </w:p>
        </w:tc>
        <w:tc>
          <w:tcPr>
            <w:tcW w:w="1865" w:type="dxa"/>
            <w:tcMar/>
          </w:tcPr>
          <w:p w:rsidRPr="00F26BE3" w:rsidR="00F26BE3" w:rsidP="009C54AE" w:rsidRDefault="00F26BE3" w14:paraId="2236DF21" w14:textId="1A33B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17CE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9C54AE" w:rsidR="00F26BE3" w:rsidTr="432FEA62" w14:paraId="3CB0D8AC" w14:textId="77777777">
        <w:tc>
          <w:tcPr>
            <w:tcW w:w="1679" w:type="dxa"/>
            <w:tcMar/>
          </w:tcPr>
          <w:p w:rsidRPr="009C54AE" w:rsidR="00F26BE3" w:rsidP="00F26BE3" w:rsidRDefault="00F26BE3" w14:paraId="4A58F7D7" w14:textId="09930F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97D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6" w:type="dxa"/>
            <w:tcMar/>
          </w:tcPr>
          <w:p w:rsidRPr="009C54AE" w:rsidR="00F26BE3" w:rsidP="432FEA62" w:rsidRDefault="00A24E0B" w14:paraId="5228E046" w14:textId="00382F8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32FEA62" w:rsidR="767D877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 w stopniu zaawansowanym ogólne zasady tworzenia i rozwoju form indywidualnej przedsiębiorczości, wykorzystującej wiedzę z zakresu dziedzin nauki i dyscyplin naukowych właściwych dla kierunku administracja;</w:t>
            </w:r>
          </w:p>
        </w:tc>
        <w:tc>
          <w:tcPr>
            <w:tcW w:w="1865" w:type="dxa"/>
            <w:tcMar/>
          </w:tcPr>
          <w:p w:rsidRPr="009C54AE" w:rsidR="00F26BE3" w:rsidP="00F26BE3" w:rsidRDefault="00F26BE3" w14:paraId="0530D039" w14:textId="1DB3A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F26BE3" w:rsidTr="432FEA62" w14:paraId="084A4319" w14:textId="77777777">
        <w:trPr>
          <w:trHeight w:val="1499"/>
        </w:trPr>
        <w:tc>
          <w:tcPr>
            <w:tcW w:w="1679" w:type="dxa"/>
            <w:tcMar/>
          </w:tcPr>
          <w:p w:rsidRPr="009C54AE" w:rsidR="00F26BE3" w:rsidP="00F26BE3" w:rsidRDefault="00F26BE3" w14:paraId="6F8FCB62" w14:textId="35C32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97DB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  <w:tcMar/>
          </w:tcPr>
          <w:p w:rsidRPr="009C54AE" w:rsidR="00F26BE3" w:rsidP="432FEA62" w:rsidRDefault="00A24E0B" w14:paraId="7A7A570C" w14:textId="372D37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32FEA62" w:rsidR="767D8776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65" w:type="dxa"/>
            <w:tcMar/>
          </w:tcPr>
          <w:p w:rsidRPr="009C54AE" w:rsidR="00F26BE3" w:rsidP="00F26BE3" w:rsidRDefault="00F26BE3" w14:paraId="426A6FA7" w14:textId="08F950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F26BE3" w:rsidTr="432FEA62" w14:paraId="1F065476" w14:textId="77777777">
        <w:tc>
          <w:tcPr>
            <w:tcW w:w="1679" w:type="dxa"/>
            <w:tcMar/>
          </w:tcPr>
          <w:p w:rsidRPr="009C54AE" w:rsidR="00F26BE3" w:rsidP="00F26BE3" w:rsidRDefault="00DB6B5B" w14:paraId="21783D92" w14:textId="1D9802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17CE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  <w:tcMar/>
          </w:tcPr>
          <w:p w:rsidRPr="009C54AE" w:rsidR="00F26BE3" w:rsidP="432FEA62" w:rsidRDefault="004873E9" w14:paraId="1CDEC935" w14:textId="3D611A6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32FEA62" w:rsidR="2703EEB1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umiejętność logicznego myślenia, analizy i syntezy, dzięki czemu potrafi przekonująco argumentować i interpretować zjawiska administracyjne, prawne, społeczne, polityczne i ekonomiczne w sytuacjach decyzyjnych;</w:t>
            </w:r>
          </w:p>
        </w:tc>
        <w:tc>
          <w:tcPr>
            <w:tcW w:w="1865" w:type="dxa"/>
            <w:tcMar/>
          </w:tcPr>
          <w:p w:rsidRPr="009C54AE" w:rsidR="00F26BE3" w:rsidP="00F26BE3" w:rsidRDefault="00F26BE3" w14:paraId="29D9AE74" w14:textId="7B4CC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9C54AE" w:rsidR="00F26BE3" w:rsidTr="432FEA62" w14:paraId="6BFB0680" w14:textId="77777777">
        <w:tc>
          <w:tcPr>
            <w:tcW w:w="1679" w:type="dxa"/>
            <w:tcMar/>
          </w:tcPr>
          <w:p w:rsidRPr="009C54AE" w:rsidR="00F26BE3" w:rsidP="00F26BE3" w:rsidRDefault="00F26BE3" w14:paraId="2F3D5200" w14:textId="4179DA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17CE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  <w:tcMar/>
          </w:tcPr>
          <w:p w:rsidRPr="000D4F4E" w:rsidR="000D4F4E" w:rsidP="432FEA62" w:rsidRDefault="000D4F4E" w14:paraId="1860FF6F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32FEA62" w:rsidR="6C73FE33">
              <w:rPr>
                <w:rFonts w:ascii="Corbel" w:hAnsi="Corbel"/>
                <w:b w:val="0"/>
                <w:bCs w:val="0"/>
                <w:caps w:val="0"/>
                <w:smallCaps w:val="0"/>
              </w:rPr>
              <w:t>Jest gotowy samodzielnie i krytycznie uzupełniać wiedzę,</w:t>
            </w:r>
          </w:p>
          <w:p w:rsidR="00F26BE3" w:rsidP="432FEA62" w:rsidRDefault="000D4F4E" w14:paraId="5E7F92D4" w14:textId="5C33F3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32FEA62" w:rsidR="6C73FE33">
              <w:rPr>
                <w:rFonts w:ascii="Corbel" w:hAnsi="Corbel"/>
                <w:b w:val="0"/>
                <w:bCs w:val="0"/>
                <w:caps w:val="0"/>
                <w:smallCaps w:val="0"/>
              </w:rPr>
              <w:t>w tym również na gruncie interdyscyplinarnym.</w:t>
            </w:r>
          </w:p>
        </w:tc>
        <w:tc>
          <w:tcPr>
            <w:tcW w:w="1865" w:type="dxa"/>
            <w:tcMar/>
          </w:tcPr>
          <w:p w:rsidRPr="00F26BE3" w:rsidR="00F26BE3" w:rsidP="00F26BE3" w:rsidRDefault="00F26BE3" w14:paraId="5F30BE22" w14:textId="1B628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D108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9C54AE" w:rsidR="00F26BE3" w:rsidTr="432FEA62" w14:paraId="62B5EFA5" w14:textId="77777777">
        <w:tc>
          <w:tcPr>
            <w:tcW w:w="1679" w:type="dxa"/>
            <w:tcMar/>
          </w:tcPr>
          <w:p w:rsidRPr="009C54AE" w:rsidR="00F26BE3" w:rsidP="00F26BE3" w:rsidRDefault="00F26BE3" w14:paraId="58FBBF12" w14:textId="2C3F14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17CE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6" w:type="dxa"/>
            <w:tcMar/>
          </w:tcPr>
          <w:p w:rsidR="00F26BE3" w:rsidP="432FEA62" w:rsidRDefault="004873E9" w14:paraId="4CDDF1B3" w14:textId="6DE20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32FEA62" w:rsidR="2703EEB1">
              <w:rPr>
                <w:rFonts w:ascii="Corbel" w:hAnsi="Corbel"/>
                <w:b w:val="0"/>
                <w:bCs w:val="0"/>
                <w:caps w:val="0"/>
                <w:smallCaps w:val="0"/>
              </w:rPr>
              <w:t>Uczestniczy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  <w:tcMar/>
          </w:tcPr>
          <w:p w:rsidRPr="00F26BE3" w:rsidR="00F26BE3" w:rsidP="00F26BE3" w:rsidRDefault="00F26BE3" w14:paraId="798E49E6" w14:textId="567FD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677520A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3720B7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92ED6E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4F753B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A53ADF" w:rsidTr="432FEA62" w14:paraId="0B1D20DD" w14:textId="77777777">
        <w:tc>
          <w:tcPr>
            <w:tcW w:w="9520" w:type="dxa"/>
            <w:tcMar/>
          </w:tcPr>
          <w:p w:rsidRPr="00F4223D" w:rsidR="00A53ADF" w:rsidP="00B720EA" w:rsidRDefault="00A53ADF" w14:paraId="47E72FA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4223D" w:rsidR="00A53ADF" w:rsidTr="432FEA62" w14:paraId="62057B00" w14:textId="77777777">
        <w:tc>
          <w:tcPr>
            <w:tcW w:w="9520" w:type="dxa"/>
            <w:tcMar/>
          </w:tcPr>
          <w:p w:rsidRPr="00F4223D" w:rsidR="00A53ADF" w:rsidP="00B720EA" w:rsidRDefault="00A53ADF" w14:paraId="77826FBC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Pojęcie planowania i planowania strategicznego. System planowania w organizacji. Cele i zasady planowania strategicznego. </w:t>
            </w:r>
          </w:p>
        </w:tc>
      </w:tr>
      <w:tr w:rsidRPr="00F4223D" w:rsidR="00A53ADF" w:rsidTr="432FEA62" w14:paraId="234936CF" w14:textId="77777777">
        <w:tc>
          <w:tcPr>
            <w:tcW w:w="9520" w:type="dxa"/>
            <w:tcMar/>
          </w:tcPr>
          <w:p w:rsidRPr="00F4223D" w:rsidR="00A53ADF" w:rsidP="00B720EA" w:rsidRDefault="00A53ADF" w14:paraId="074CAB03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Metody i etapy planowania strategicznego.  Rola oraz wady i zalety planowani strategicznego.  Rola zespołu w planowaniu strategicznym.</w:t>
            </w:r>
          </w:p>
        </w:tc>
      </w:tr>
      <w:tr w:rsidRPr="00F4223D" w:rsidR="00A53ADF" w:rsidTr="432FEA62" w14:paraId="02B7BC44" w14:textId="77777777">
        <w:tc>
          <w:tcPr>
            <w:tcW w:w="9520" w:type="dxa"/>
            <w:tcMar/>
          </w:tcPr>
          <w:p w:rsidRPr="00F4223D" w:rsidR="00A53ADF" w:rsidP="00B720EA" w:rsidRDefault="00A53ADF" w14:paraId="4AC856D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Pojęcie zarządzania rozwojem. Zarządzanie rozwojem jako jedno z zadań administracji. </w:t>
            </w:r>
          </w:p>
        </w:tc>
      </w:tr>
      <w:tr w:rsidRPr="00F4223D" w:rsidR="00A53ADF" w:rsidTr="432FEA62" w14:paraId="62FDB563" w14:textId="77777777">
        <w:tc>
          <w:tcPr>
            <w:tcW w:w="9520" w:type="dxa"/>
            <w:tcMar/>
          </w:tcPr>
          <w:p w:rsidRPr="00F4223D" w:rsidR="00A53ADF" w:rsidP="00B720EA" w:rsidRDefault="00A53ADF" w14:paraId="5DBE27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Ramy prawne polityki rozwoju oraz podmioty odpowiedzialne za politykę rozwoju. </w:t>
            </w:r>
          </w:p>
        </w:tc>
      </w:tr>
      <w:tr w:rsidRPr="00F4223D" w:rsidR="00A53ADF" w:rsidTr="432FEA62" w14:paraId="23503D47" w14:textId="77777777">
        <w:tc>
          <w:tcPr>
            <w:tcW w:w="9520" w:type="dxa"/>
            <w:tcMar/>
          </w:tcPr>
          <w:p w:rsidRPr="00F4223D" w:rsidR="00A53ADF" w:rsidP="00B720EA" w:rsidRDefault="00A53ADF" w14:paraId="3A2472AE" w14:textId="5FC328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 w:rsidR="514911BD">
              <w:rPr>
                <w:rFonts w:ascii="Corbel" w:hAnsi="Corbel"/>
                <w:sz w:val="24"/>
                <w:szCs w:val="24"/>
              </w:rPr>
              <w:t>Wybrane strategie rozwoju w strategiach krajowych: zintegrowane (</w:t>
            </w:r>
            <w:r w:rsidRPr="00F4223D" w:rsidR="514911BD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Strategię Rozwoju Kraju 2020)</w:t>
            </w:r>
            <w:r w:rsidR="514911BD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;</w:t>
            </w:r>
            <w:r w:rsidRPr="00F4223D" w:rsidR="514911BD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 xml:space="preserve"> szczegółowe </w:t>
            </w:r>
            <w:r w:rsidRPr="00F4223D" w:rsidR="514911BD">
              <w:rPr>
                <w:rFonts w:ascii="Corbel" w:hAnsi="Corbel"/>
                <w:sz w:val="24"/>
                <w:szCs w:val="24"/>
              </w:rPr>
              <w:t>(w tym Krajowej Strategii Rozwoju Regionalnego</w:t>
            </w:r>
            <w:r w:rsidR="514911BD">
              <w:rPr>
                <w:rFonts w:ascii="Corbel" w:hAnsi="Corbel"/>
                <w:sz w:val="24"/>
                <w:szCs w:val="24"/>
              </w:rPr>
              <w:t>);</w:t>
            </w:r>
            <w:r w:rsidR="24113EF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223D" w:rsidR="514911BD">
              <w:rPr>
                <w:rFonts w:ascii="Corbel" w:hAnsi="Corbel"/>
                <w:sz w:val="24"/>
                <w:szCs w:val="24"/>
              </w:rPr>
              <w:t>ponadregionalne</w:t>
            </w:r>
            <w:r w:rsidRPr="00F4223D" w:rsidR="514911BD">
              <w:rPr>
                <w:rFonts w:ascii="Corbel" w:hAnsi="Corbel"/>
                <w:sz w:val="24"/>
                <w:szCs w:val="24"/>
              </w:rPr>
              <w:t xml:space="preserve">  (</w:t>
            </w:r>
            <w:r w:rsidRPr="00F4223D" w:rsidR="514911BD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Strategia rozwoju społeczno-gospodarczego Polski Wschodniej do roku 2020).</w:t>
            </w:r>
          </w:p>
        </w:tc>
      </w:tr>
      <w:tr w:rsidRPr="00F4223D" w:rsidR="00A53ADF" w:rsidTr="432FEA62" w14:paraId="654234B1" w14:textId="77777777">
        <w:tc>
          <w:tcPr>
            <w:tcW w:w="9520" w:type="dxa"/>
            <w:tcMar/>
          </w:tcPr>
          <w:p w:rsidRPr="00F4223D" w:rsidR="00A53ADF" w:rsidP="00B720EA" w:rsidRDefault="00A53ADF" w14:paraId="584B8B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Tworzenie strategii rozwoju lokalnego i regionalnego (w tym diagnoza i analiza strategiczna, wyznaczanie strategicznych kierunków działania wraz z celami strategicznymi i operacyjnymi, instrumenty realizacji i monitoringu realizacji strategii, procesy uspołecznienia strategii rozwoju) na przykładzie wybranych strategii rozwoju jednostek samorządu terytorialnego.</w:t>
            </w:r>
          </w:p>
        </w:tc>
      </w:tr>
      <w:tr w:rsidRPr="00F4223D" w:rsidR="00A53ADF" w:rsidTr="432FEA62" w14:paraId="7FF0345F" w14:textId="77777777">
        <w:tc>
          <w:tcPr>
            <w:tcW w:w="9520" w:type="dxa"/>
            <w:tcMar/>
          </w:tcPr>
          <w:p w:rsidRPr="00F4223D" w:rsidR="00A53ADF" w:rsidP="00B720EA" w:rsidRDefault="00A53ADF" w14:paraId="37EC51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Strategie rozwiązywania problemów społecznych w systemie lokalnego zarządzania strategicznego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339CE2F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4BC3E9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1B2BB8" w:rsidTr="432FEA62" w14:paraId="33207A3E" w14:textId="77777777">
        <w:tc>
          <w:tcPr>
            <w:tcW w:w="9520" w:type="dxa"/>
            <w:tcMar/>
          </w:tcPr>
          <w:p w:rsidRPr="00F4223D" w:rsidR="001B2BB8" w:rsidP="00B720EA" w:rsidRDefault="001B2BB8" w14:paraId="1F95065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4223D" w:rsidR="001B2BB8" w:rsidTr="432FEA62" w14:paraId="5BABB206" w14:textId="77777777">
        <w:tc>
          <w:tcPr>
            <w:tcW w:w="9520" w:type="dxa"/>
            <w:tcMar/>
          </w:tcPr>
          <w:p w:rsidRPr="00F4223D" w:rsidR="001B2BB8" w:rsidP="00B720EA" w:rsidRDefault="001B2BB8" w14:paraId="7FFE5910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Pojęcie planowania i planowania strategicznego. System planowania w organizacji. Cele i zasady planowania strategicznego. </w:t>
            </w:r>
          </w:p>
        </w:tc>
      </w:tr>
      <w:tr w:rsidRPr="00F4223D" w:rsidR="001B2BB8" w:rsidTr="432FEA62" w14:paraId="03B99402" w14:textId="77777777">
        <w:tc>
          <w:tcPr>
            <w:tcW w:w="9520" w:type="dxa"/>
            <w:tcMar/>
          </w:tcPr>
          <w:p w:rsidRPr="00F4223D" w:rsidR="001B2BB8" w:rsidP="00B720EA" w:rsidRDefault="001B2BB8" w14:paraId="64D969B8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Metody i etapy planowania strategicznego.  Rola oraz wady i zalety planowani strategicznego.  Rola zespołu w planowaniu strategicznym.</w:t>
            </w:r>
          </w:p>
        </w:tc>
      </w:tr>
      <w:tr w:rsidRPr="00F4223D" w:rsidR="001B2BB8" w:rsidTr="432FEA62" w14:paraId="3A2DF4E3" w14:textId="77777777">
        <w:tc>
          <w:tcPr>
            <w:tcW w:w="9520" w:type="dxa"/>
            <w:tcMar/>
          </w:tcPr>
          <w:p w:rsidRPr="00F4223D" w:rsidR="001B2BB8" w:rsidP="00B720EA" w:rsidRDefault="001B2BB8" w14:paraId="016FD43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Pojęcie zarządzania rozwojem. Zarządzanie rozwojem jako jedno z zadań administracji. </w:t>
            </w:r>
          </w:p>
        </w:tc>
      </w:tr>
      <w:tr w:rsidRPr="00F4223D" w:rsidR="001B2BB8" w:rsidTr="432FEA62" w14:paraId="174BC77A" w14:textId="77777777">
        <w:tc>
          <w:tcPr>
            <w:tcW w:w="9520" w:type="dxa"/>
            <w:tcMar/>
          </w:tcPr>
          <w:p w:rsidRPr="00F4223D" w:rsidR="001B2BB8" w:rsidP="00B720EA" w:rsidRDefault="001B2BB8" w14:paraId="101882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Ramy prawne polityki rozwoju oraz podmioty odpowiedzialne za politykę rozwoju. </w:t>
            </w:r>
          </w:p>
        </w:tc>
      </w:tr>
      <w:tr w:rsidRPr="00F4223D" w:rsidR="001B2BB8" w:rsidTr="432FEA62" w14:paraId="42D40065" w14:textId="77777777">
        <w:tc>
          <w:tcPr>
            <w:tcW w:w="9520" w:type="dxa"/>
            <w:tcMar/>
          </w:tcPr>
          <w:p w:rsidRPr="00F4223D" w:rsidR="001B2BB8" w:rsidP="00B720EA" w:rsidRDefault="001B2BB8" w14:paraId="51303E54" w14:textId="3075A0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 w:rsidR="001B2BB8">
              <w:rPr>
                <w:rFonts w:ascii="Corbel" w:hAnsi="Corbel"/>
                <w:sz w:val="24"/>
                <w:szCs w:val="24"/>
              </w:rPr>
              <w:t>Wybrane strategie rozwoju w strategiach krajowych: zintegrowane (</w:t>
            </w:r>
            <w:r w:rsidRPr="00F4223D" w:rsidR="001B2BB8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Strategię Rozwoju Kraju 2020)</w:t>
            </w:r>
            <w:r w:rsidR="001B2BB8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;</w:t>
            </w:r>
            <w:r w:rsidRPr="00F4223D" w:rsidR="001B2BB8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 xml:space="preserve"> szczegółowe </w:t>
            </w:r>
            <w:r w:rsidRPr="00F4223D" w:rsidR="001B2BB8">
              <w:rPr>
                <w:rFonts w:ascii="Corbel" w:hAnsi="Corbel"/>
                <w:sz w:val="24"/>
                <w:szCs w:val="24"/>
              </w:rPr>
              <w:t>(w tym Krajowej Strategii Rozwoju Regionalnego</w:t>
            </w:r>
            <w:r w:rsidR="001B2BB8">
              <w:rPr>
                <w:rFonts w:ascii="Corbel" w:hAnsi="Corbel"/>
                <w:sz w:val="24"/>
                <w:szCs w:val="24"/>
              </w:rPr>
              <w:t>);</w:t>
            </w:r>
            <w:r w:rsidR="316665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223D" w:rsidR="001B2BB8">
              <w:rPr>
                <w:rFonts w:ascii="Corbel" w:hAnsi="Corbel"/>
                <w:sz w:val="24"/>
                <w:szCs w:val="24"/>
              </w:rPr>
              <w:t>ponadregionalne</w:t>
            </w:r>
            <w:r w:rsidRPr="00F4223D" w:rsidR="001B2BB8">
              <w:rPr>
                <w:rFonts w:ascii="Corbel" w:hAnsi="Corbel"/>
                <w:sz w:val="24"/>
                <w:szCs w:val="24"/>
              </w:rPr>
              <w:t xml:space="preserve">  (</w:t>
            </w:r>
            <w:r w:rsidRPr="00F4223D" w:rsidR="001B2BB8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Strategia rozwoju społeczno-gospodarczego Polski Wschodniej do roku 2020).</w:t>
            </w:r>
          </w:p>
        </w:tc>
      </w:tr>
      <w:tr w:rsidRPr="00F4223D" w:rsidR="001B2BB8" w:rsidTr="432FEA62" w14:paraId="18E296AD" w14:textId="77777777">
        <w:tc>
          <w:tcPr>
            <w:tcW w:w="9520" w:type="dxa"/>
            <w:tcMar/>
          </w:tcPr>
          <w:p w:rsidRPr="00F4223D" w:rsidR="001B2BB8" w:rsidP="00B720EA" w:rsidRDefault="001B2BB8" w14:paraId="5A20016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Tworzenie strategii rozwoju lokalnego i regionalnego (w tym diagnoza i analiza strategiczna, wyznaczanie strategicznych kierunków działania wraz z celami strategicznymi i operacyjnymi, instrumenty realizacji i monitoringu realizacji strategii, procesy uspołecznienia strategii rozwoju) na przykładzie wybranych strategii rozwoju jednostek samorządu terytorialnego.</w:t>
            </w:r>
          </w:p>
        </w:tc>
      </w:tr>
      <w:tr w:rsidRPr="00F4223D" w:rsidR="001B2BB8" w:rsidTr="432FEA62" w14:paraId="708FC76F" w14:textId="77777777">
        <w:tc>
          <w:tcPr>
            <w:tcW w:w="9520" w:type="dxa"/>
            <w:tcMar/>
          </w:tcPr>
          <w:p w:rsidRPr="00F4223D" w:rsidR="001B2BB8" w:rsidP="00B720EA" w:rsidRDefault="001B2BB8" w14:paraId="47BB1E8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Strategie rozwiązywania problemów społecznych w systemie lokalnego zarządzania strategicznego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37362D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CA326C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6A143A6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6787" w:rsidP="004C6787" w:rsidRDefault="004C6787" w14:paraId="485FE5C5" w14:textId="7B528B62">
      <w:pPr>
        <w:pStyle w:val="Punktygwne"/>
        <w:spacing w:before="0"/>
        <w:rPr>
          <w:rFonts w:ascii="Corbel" w:hAnsi="Corbel"/>
          <w:i/>
          <w:sz w:val="20"/>
          <w:szCs w:val="20"/>
        </w:rPr>
      </w:pPr>
      <w:r w:rsidRPr="004C6787">
        <w:rPr>
          <w:rFonts w:ascii="Corbel" w:hAnsi="Corbel"/>
          <w:i/>
          <w:sz w:val="20"/>
          <w:szCs w:val="20"/>
        </w:rPr>
        <w:t>wykłady: wykład z prezentacją multimedialną, dyskusja, analiza przypadków,</w:t>
      </w:r>
    </w:p>
    <w:p w:rsidR="001B2BB8" w:rsidP="004C6787" w:rsidRDefault="009B18D8" w14:paraId="58D39BD4" w14:textId="76E2E198">
      <w:pPr>
        <w:pStyle w:val="Punktygwne"/>
        <w:spacing w:before="0"/>
        <w:rPr>
          <w:rFonts w:ascii="Corbel" w:hAnsi="Corbel"/>
          <w:i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ćwiczenia: </w:t>
      </w:r>
      <w:r w:rsidRPr="009B18D8">
        <w:rPr>
          <w:rFonts w:ascii="Corbel" w:hAnsi="Corbel"/>
          <w:i/>
          <w:sz w:val="20"/>
          <w:szCs w:val="20"/>
        </w:rPr>
        <w:t>metoda projektów, praca w grupach, dyskusja, analiza przypadków</w:t>
      </w:r>
    </w:p>
    <w:p w:rsidR="00E960BB" w:rsidP="009C54AE" w:rsidRDefault="00E960BB" w14:paraId="68DF8A8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968C5" w:rsidP="009C54AE" w:rsidRDefault="001968C5" w14:paraId="2A9BDFA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2D31172" w14:textId="70DB5D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651348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459116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7FCBD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432FEA62" w14:paraId="2E1037CD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65FE12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5F1B1A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DCD86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40BBCC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FA668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432FEA62" w14:paraId="66B660F6" w14:textId="77777777">
        <w:tc>
          <w:tcPr>
            <w:tcW w:w="1962" w:type="dxa"/>
            <w:tcMar/>
          </w:tcPr>
          <w:p w:rsidRPr="009C54AE" w:rsidR="0085747A" w:rsidP="009C54AE" w:rsidRDefault="0059702E" w14:paraId="3F398286" w14:textId="1FE5CD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 w:rsidR="0085747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Mar/>
          </w:tcPr>
          <w:p w:rsidRPr="00D20863" w:rsidR="0085747A" w:rsidP="009C54AE" w:rsidRDefault="00D20863" w14:paraId="1C511A5C" w14:textId="7BC2B4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Mar/>
          </w:tcPr>
          <w:p w:rsidRPr="009C54AE" w:rsidR="0085747A" w:rsidP="009C54AE" w:rsidRDefault="001714DE" w14:paraId="6E6D006E" w14:textId="5E8743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85747A" w:rsidTr="432FEA62" w14:paraId="0B78EFC9" w14:textId="77777777">
        <w:tc>
          <w:tcPr>
            <w:tcW w:w="1962" w:type="dxa"/>
            <w:tcMar/>
          </w:tcPr>
          <w:p w:rsidRPr="009C54AE" w:rsidR="0085747A" w:rsidP="009C54AE" w:rsidRDefault="0085747A" w14:paraId="7DB2B7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9C54AE" w:rsidR="0085747A" w:rsidP="009C54AE" w:rsidRDefault="007A3025" w14:paraId="4C44E58A" w14:textId="35C29A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Mar/>
          </w:tcPr>
          <w:p w:rsidRPr="009C54AE" w:rsidR="0085747A" w:rsidP="009C54AE" w:rsidRDefault="001714DE" w14:paraId="0A26BEF8" w14:textId="4377FD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1714DE" w:rsidTr="432FEA62" w14:paraId="49D732E6" w14:textId="77777777">
        <w:tc>
          <w:tcPr>
            <w:tcW w:w="1962" w:type="dxa"/>
            <w:tcMar/>
          </w:tcPr>
          <w:p w:rsidRPr="009C54AE" w:rsidR="001714DE" w:rsidP="009C54AE" w:rsidRDefault="00386931" w14:paraId="0BC2104D" w14:textId="14024F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tcMar/>
          </w:tcPr>
          <w:p w:rsidR="001714DE" w:rsidP="009C54AE" w:rsidRDefault="004D13B8" w14:paraId="2EF806C8" w14:textId="60159B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</w:t>
            </w:r>
            <w:r w:rsidR="00235362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  <w:tcMar/>
          </w:tcPr>
          <w:p w:rsidRPr="009C54AE" w:rsidR="001714DE" w:rsidP="009C54AE" w:rsidRDefault="000116DA" w14:paraId="7C28F1F5" w14:textId="7D7A6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C0F9F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C0F9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1714DE" w:rsidTr="432FEA62" w14:paraId="33001785" w14:textId="77777777">
        <w:tc>
          <w:tcPr>
            <w:tcW w:w="1962" w:type="dxa"/>
            <w:tcMar/>
          </w:tcPr>
          <w:p w:rsidRPr="009C54AE" w:rsidR="001714DE" w:rsidP="009C54AE" w:rsidRDefault="00386931" w14:paraId="2381FABB" w14:textId="157865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Mar/>
          </w:tcPr>
          <w:p w:rsidR="001714DE" w:rsidP="009C54AE" w:rsidRDefault="004D1FB4" w14:paraId="4C7CA6AF" w14:textId="378C5D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  <w:tcMar/>
          </w:tcPr>
          <w:p w:rsidRPr="009C54AE" w:rsidR="001714DE" w:rsidP="009C54AE" w:rsidRDefault="00E40119" w14:paraId="65135DBD" w14:textId="1C8F11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C0F9F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C0F9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386931" w:rsidTr="432FEA62" w14:paraId="41F8B16F" w14:textId="77777777">
        <w:tc>
          <w:tcPr>
            <w:tcW w:w="1962" w:type="dxa"/>
            <w:tcMar/>
          </w:tcPr>
          <w:p w:rsidRPr="009C54AE" w:rsidR="00386931" w:rsidP="009C54AE" w:rsidRDefault="00386931" w14:paraId="114B4EAF" w14:textId="63FFDA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  <w:tcMar/>
          </w:tcPr>
          <w:p w:rsidR="00386931" w:rsidP="009C54AE" w:rsidRDefault="00E40119" w14:paraId="111651E4" w14:textId="49F0822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4D1FB4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17" w:type="dxa"/>
            <w:tcMar/>
          </w:tcPr>
          <w:p w:rsidRPr="009C54AE" w:rsidR="00386931" w:rsidP="009C54AE" w:rsidRDefault="00B148BA" w14:paraId="205041CA" w14:textId="3EECC6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  <w:r w:rsidR="00DC0F9F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C0F9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E40119" w:rsidTr="432FEA62" w14:paraId="10BCC787" w14:textId="77777777">
        <w:tc>
          <w:tcPr>
            <w:tcW w:w="1962" w:type="dxa"/>
            <w:tcMar/>
          </w:tcPr>
          <w:p w:rsidRPr="009C54AE" w:rsidR="00E40119" w:rsidP="00E40119" w:rsidRDefault="00E40119" w14:paraId="514AA2F8" w14:textId="6B4F8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Mar/>
          </w:tcPr>
          <w:p w:rsidR="00E40119" w:rsidP="432FEA62" w:rsidRDefault="002D4F06" w14:paraId="375AD923" w14:textId="3B63863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432FEA62" w:rsidR="1D1CD281">
              <w:rPr>
                <w:rFonts w:ascii="Corbel" w:hAnsi="Corbel"/>
                <w:b w:val="0"/>
                <w:bCs w:val="0"/>
              </w:rPr>
              <w:t xml:space="preserve">obserwacja w trakcie </w:t>
            </w:r>
            <w:r w:rsidRPr="432FEA62" w:rsidR="1D1CD281">
              <w:rPr>
                <w:rFonts w:ascii="Corbel" w:hAnsi="Corbel"/>
                <w:b w:val="0"/>
                <w:bCs w:val="0"/>
              </w:rPr>
              <w:t>zajęć</w:t>
            </w:r>
            <w:r w:rsidRPr="432FEA62" w:rsidR="1D1CD281">
              <w:rPr>
                <w:rFonts w:ascii="Corbel" w:hAnsi="Corbel"/>
                <w:b w:val="0"/>
                <w:bCs w:val="0"/>
              </w:rPr>
              <w:t>,</w:t>
            </w:r>
            <w:r w:rsidRPr="432FEA62" w:rsidR="51EC3F79">
              <w:rPr>
                <w:rFonts w:ascii="Corbel" w:hAnsi="Corbel"/>
                <w:b w:val="0"/>
                <w:bCs w:val="0"/>
              </w:rPr>
              <w:t xml:space="preserve"> </w:t>
            </w:r>
            <w:r w:rsidRPr="432FEA62" w:rsidR="05634FC2">
              <w:rPr>
                <w:rFonts w:ascii="Corbel" w:hAnsi="Corbel"/>
                <w:b w:val="0"/>
                <w:bCs w:val="0"/>
              </w:rPr>
              <w:t>projekt</w:t>
            </w:r>
          </w:p>
        </w:tc>
        <w:tc>
          <w:tcPr>
            <w:tcW w:w="2117" w:type="dxa"/>
            <w:tcMar/>
          </w:tcPr>
          <w:p w:rsidRPr="009C54AE" w:rsidR="00E40119" w:rsidP="00E40119" w:rsidRDefault="002D4F06" w14:paraId="3348F3C6" w14:textId="7619F0F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DC0F9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3993B4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28570A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440CE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32FEA62" w14:paraId="125C510E" w14:textId="77777777">
        <w:tc>
          <w:tcPr>
            <w:tcW w:w="9670" w:type="dxa"/>
            <w:tcMar/>
          </w:tcPr>
          <w:p w:rsidRPr="009C54AE" w:rsidR="0085747A" w:rsidP="15A9F0D3" w:rsidRDefault="0085747A" w14:paraId="4E3029D8" w14:textId="62064A8F">
            <w:pPr>
              <w:spacing w:before="0" w:after="0"/>
              <w:jc w:val="both"/>
            </w:pPr>
            <w:r w:rsidRPr="15A9F0D3" w:rsidR="5D92E2AA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9C54AE" w:rsidR="0085747A" w:rsidP="15A9F0D3" w:rsidRDefault="0085747A" w14:paraId="7C1F101E" w14:textId="730E7395">
            <w:pPr>
              <w:spacing w:before="0" w:after="0"/>
              <w:jc w:val="both"/>
            </w:pPr>
            <w:r w:rsidRPr="15A9F0D3" w:rsidR="5D92E2AA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15A9F0D3" w:rsidR="5D92E2AA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15A9F0D3" w:rsidR="5D92E2AA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15A9F0D3" w:rsidR="5D92E2AA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5A9F0D3" w:rsidRDefault="0085747A" w14:paraId="74C44641" w14:textId="2E5A20E2">
            <w:pPr>
              <w:spacing w:before="0" w:after="0"/>
              <w:jc w:val="both"/>
            </w:pPr>
            <w:r w:rsidRPr="432FEA62" w:rsidR="216800B4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oceny</w:t>
            </w:r>
            <w:r w:rsidRPr="432FEA62" w:rsidR="216800B4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odpowiedzi są: kompletność odpowiedzi, poprawna terminologia, aktualny stan prawny.</w:t>
            </w:r>
            <w:r w:rsidRPr="432FEA62" w:rsidR="216800B4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5A9F0D3" w:rsidRDefault="0085747A" w14:paraId="54E871BA" w14:textId="319DF4C3">
            <w:pPr>
              <w:spacing w:before="0" w:after="0"/>
              <w:jc w:val="both"/>
            </w:pPr>
            <w:r w:rsidRPr="15A9F0D3" w:rsidR="5D92E2AA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15A9F0D3" w:rsidR="5D92E2AA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5A9F0D3" w:rsidRDefault="0085747A" w14:paraId="2FB71766" w14:textId="527513D8">
            <w:pPr>
              <w:spacing w:before="0" w:after="0"/>
            </w:pPr>
            <w:r w:rsidRPr="15A9F0D3" w:rsidR="5D92E2A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85747A" w:rsidP="15A9F0D3" w:rsidRDefault="0085747A" w14:paraId="706193D3" w14:textId="2DFCC767">
            <w:pPr>
              <w:spacing w:before="0" w:after="0"/>
            </w:pPr>
            <w:r w:rsidRPr="15A9F0D3" w:rsidR="5D92E2A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85747A" w:rsidP="15A9F0D3" w:rsidRDefault="0085747A" w14:paraId="095E04E5" w14:textId="7A20D334">
            <w:pPr>
              <w:spacing w:before="0" w:after="0"/>
            </w:pPr>
            <w:proofErr w:type="spellStart"/>
            <w:r w:rsidRPr="432FEA62" w:rsidR="216800B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</w:t>
            </w:r>
            <w:proofErr w:type="spellEnd"/>
            <w:r w:rsidRPr="432FEA62" w:rsidR="216800B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432FEA62" w:rsidR="216800B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– 70</w:t>
            </w:r>
            <w:r w:rsidRPr="432FEA62" w:rsidR="216800B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– 80%, </w:t>
            </w:r>
          </w:p>
          <w:p w:rsidRPr="009C54AE" w:rsidR="0085747A" w:rsidP="15A9F0D3" w:rsidRDefault="0085747A" w14:paraId="14EB4C48" w14:textId="60787EE0">
            <w:pPr>
              <w:spacing w:before="0" w:after="0"/>
            </w:pPr>
            <w:r w:rsidRPr="15A9F0D3" w:rsidR="5D92E2A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85747A" w:rsidP="15A9F0D3" w:rsidRDefault="0085747A" w14:paraId="580D9F55" w14:textId="458DDC66">
            <w:pPr>
              <w:spacing w:before="0" w:after="0"/>
            </w:pPr>
            <w:r w:rsidRPr="15A9F0D3" w:rsidR="5D92E2A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85747A" w:rsidP="15A9F0D3" w:rsidRDefault="0085747A" w14:paraId="413CA7BB" w14:textId="6E4F1F83">
            <w:pPr>
              <w:spacing w:before="0" w:after="0"/>
            </w:pPr>
            <w:r w:rsidRPr="15A9F0D3" w:rsidR="5D92E2A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Pr="009C54AE" w:rsidR="0085747A" w:rsidP="15A9F0D3" w:rsidRDefault="0085747A" w14:paraId="4F382442" w14:textId="39E9D2F7">
            <w:pPr>
              <w:spacing w:before="0" w:after="0"/>
              <w:jc w:val="both"/>
            </w:pPr>
            <w:r w:rsidRPr="15A9F0D3" w:rsidR="5D92E2AA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5A9F0D3" w:rsidRDefault="0085747A" w14:paraId="445A6087" w14:textId="490BC66B">
            <w:pPr>
              <w:spacing w:before="0" w:after="0"/>
              <w:jc w:val="both"/>
            </w:pPr>
            <w:r w:rsidRPr="15A9F0D3" w:rsidR="5D92E2AA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Ćwiczenia</w:t>
            </w:r>
          </w:p>
          <w:p w:rsidRPr="009C54AE" w:rsidR="0085747A" w:rsidP="15A9F0D3" w:rsidRDefault="0085747A" w14:paraId="6D9EDB32" w14:textId="23566268">
            <w:pPr>
              <w:spacing w:before="0" w:after="0"/>
              <w:jc w:val="both"/>
            </w:pPr>
            <w:r w:rsidRPr="15A9F0D3" w:rsidR="5D92E2AA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15A9F0D3" w:rsidR="5D92E2AA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5A9F0D3" w:rsidRDefault="0085747A" w14:paraId="06FCAF8E" w14:textId="6F6F4E34">
            <w:pPr>
              <w:spacing w:before="0" w:after="0"/>
              <w:jc w:val="both"/>
            </w:pPr>
            <w:r w:rsidRPr="15A9F0D3" w:rsidR="5D92E2AA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15A9F0D3" w:rsidR="5D92E2AA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5A9F0D3" w:rsidRDefault="0085747A" w14:paraId="6F1B9F8E" w14:textId="4A529C4A">
            <w:pPr>
              <w:spacing w:before="0" w:after="0"/>
            </w:pPr>
            <w:r w:rsidRPr="15A9F0D3" w:rsidR="5D92E2AA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9C54AE" w:rsidR="0085747A" w:rsidP="15A9F0D3" w:rsidRDefault="0085747A" w14:paraId="6ABD1DCD" w14:textId="2BA9CB0F">
            <w:pPr>
              <w:spacing w:before="0" w:after="0"/>
            </w:pPr>
            <w:r w:rsidRPr="15A9F0D3" w:rsidR="5D92E2AA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9C54AE" w:rsidR="0085747A" w:rsidP="15A9F0D3" w:rsidRDefault="0085747A" w14:paraId="4F30B0EB" w14:textId="6BFEF117">
            <w:pPr>
              <w:spacing w:before="0" w:after="0"/>
            </w:pPr>
            <w:r w:rsidRPr="15A9F0D3" w:rsidR="5D92E2AA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9C54AE" w:rsidR="0085747A" w:rsidP="15A9F0D3" w:rsidRDefault="0085747A" w14:paraId="3F1E3DC5" w14:textId="327C5649">
            <w:pPr>
              <w:spacing w:before="0" w:after="0"/>
            </w:pPr>
            <w:proofErr w:type="spellStart"/>
            <w:r w:rsidRPr="432FEA62" w:rsidR="216800B4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</w:t>
            </w:r>
            <w:proofErr w:type="spellEnd"/>
            <w:r w:rsidRPr="432FEA62" w:rsidR="216800B4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432FEA62" w:rsidR="216800B4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– 70</w:t>
            </w:r>
            <w:r w:rsidRPr="432FEA62" w:rsidR="216800B4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– 80%,</w:t>
            </w:r>
          </w:p>
          <w:p w:rsidRPr="009C54AE" w:rsidR="0085747A" w:rsidP="15A9F0D3" w:rsidRDefault="0085747A" w14:paraId="51CC006B" w14:textId="0F460FD4">
            <w:pPr>
              <w:spacing w:before="0" w:after="0"/>
            </w:pPr>
            <w:r w:rsidRPr="15A9F0D3" w:rsidR="5D92E2AA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9C54AE" w:rsidR="0085747A" w:rsidP="15A9F0D3" w:rsidRDefault="0085747A" w14:paraId="038BD02D" w14:textId="3D1C9F8E">
            <w:pPr>
              <w:spacing w:before="0" w:after="0"/>
            </w:pPr>
            <w:r w:rsidRPr="15A9F0D3" w:rsidR="5D92E2AA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9C54AE" w:rsidR="0085747A" w:rsidP="15A9F0D3" w:rsidRDefault="0085747A" w14:paraId="10678367" w14:textId="28D9486B">
            <w:pPr>
              <w:spacing w:before="0" w:after="0"/>
            </w:pPr>
            <w:r w:rsidRPr="15A9F0D3" w:rsidR="5D92E2AA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</w:p>
          <w:p w:rsidRPr="009C54AE" w:rsidR="0085747A" w:rsidP="15A9F0D3" w:rsidRDefault="0085747A" w14:paraId="62DEA492" w14:textId="436110A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7A9E3BA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363975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EB2A4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5C4F11B" w14:textId="77777777">
        <w:tc>
          <w:tcPr>
            <w:tcW w:w="4962" w:type="dxa"/>
            <w:vAlign w:val="center"/>
          </w:tcPr>
          <w:p w:rsidRPr="009C54AE" w:rsidR="0085747A" w:rsidP="009C54AE" w:rsidRDefault="00C61DC5" w14:paraId="664B60D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4CE9F5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F811AA3" w14:textId="77777777">
        <w:tc>
          <w:tcPr>
            <w:tcW w:w="4962" w:type="dxa"/>
          </w:tcPr>
          <w:p w:rsidRPr="009C54AE" w:rsidR="0085747A" w:rsidP="009C54AE" w:rsidRDefault="00C61DC5" w14:paraId="5F625A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033D2F" w14:paraId="5B31C5E0" w14:textId="314360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0B91E891" w14:textId="77777777">
        <w:tc>
          <w:tcPr>
            <w:tcW w:w="4962" w:type="dxa"/>
          </w:tcPr>
          <w:p w:rsidRPr="009C54AE" w:rsidR="00C61DC5" w:rsidP="009C54AE" w:rsidRDefault="00C61DC5" w14:paraId="36E7A7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0041E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110896" w14:paraId="691952FF" w14:textId="1D940E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33D2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61DC5" w:rsidTr="00923D7D" w14:paraId="1BAFCB9E" w14:textId="77777777">
        <w:tc>
          <w:tcPr>
            <w:tcW w:w="4962" w:type="dxa"/>
          </w:tcPr>
          <w:p w:rsidRPr="009C54AE" w:rsidR="0071620A" w:rsidP="009C54AE" w:rsidRDefault="00C61DC5" w14:paraId="7793B3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860EC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30760C" w14:paraId="394EB62E" w14:textId="49A75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1089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3FC2E487" w14:textId="77777777">
        <w:tc>
          <w:tcPr>
            <w:tcW w:w="4962" w:type="dxa"/>
          </w:tcPr>
          <w:p w:rsidRPr="009C54AE" w:rsidR="0085747A" w:rsidP="009C54AE" w:rsidRDefault="0085747A" w14:paraId="42233C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110896" w14:paraId="5CC6554A" w14:textId="448D5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7463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Pr="009C54AE" w:rsidR="0085747A" w:rsidTr="00923D7D" w14:paraId="0C217F1C" w14:textId="77777777">
        <w:tc>
          <w:tcPr>
            <w:tcW w:w="4962" w:type="dxa"/>
          </w:tcPr>
          <w:p w:rsidRPr="009C54AE" w:rsidR="0085747A" w:rsidP="009C54AE" w:rsidRDefault="0085747A" w14:paraId="32C5F7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4E36CC" w14:paraId="6FB19EAE" w14:textId="646FC7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7C161F6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7C072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CFBA41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432FEA62" w:rsidRDefault="0085747A" w14:paraId="4CD4144D" w14:textId="77777777">
      <w:pPr>
        <w:pStyle w:val="Punktygwne"/>
        <w:spacing w:before="0" w:after="0"/>
        <w:ind w:left="360"/>
        <w:rPr>
          <w:rFonts w:ascii="Corbel" w:hAnsi="Corbel"/>
          <w:caps w:val="0"/>
          <w:smallCaps w:val="0"/>
        </w:rPr>
      </w:pPr>
    </w:p>
    <w:p w:rsidR="37A7B1ED" w:rsidP="432FEA62" w:rsidRDefault="37A7B1ED" w14:paraId="6A0DD084" w14:textId="4B274316">
      <w:pPr>
        <w:pStyle w:val="Punktygwne"/>
        <w:spacing w:before="0" w:after="0"/>
        <w:ind w:left="36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  <w:r w:rsidRPr="432FEA62" w:rsidR="37A7B1ED">
        <w:rPr>
          <w:rFonts w:ascii="Corbel" w:hAnsi="Corbel"/>
          <w:b w:val="1"/>
          <w:bCs w:val="1"/>
          <w:caps w:val="0"/>
          <w:smallCaps w:val="0"/>
          <w:sz w:val="24"/>
          <w:szCs w:val="24"/>
        </w:rPr>
        <w:t>Nie dotyczy</w:t>
      </w:r>
    </w:p>
    <w:p w:rsidRPr="009C54AE" w:rsidR="003E1941" w:rsidP="009C54AE" w:rsidRDefault="003E1941" w14:paraId="07D94A8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60DC1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8BEF05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432FEA62" w14:paraId="690B21E3" w14:textId="77777777">
        <w:trPr>
          <w:trHeight w:val="397"/>
        </w:trPr>
        <w:tc>
          <w:tcPr>
            <w:tcW w:w="7513" w:type="dxa"/>
            <w:tcMar/>
          </w:tcPr>
          <w:p w:rsidR="0085747A" w:rsidP="432FEA62" w:rsidRDefault="0085747A" w14:paraId="48E04B0A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32FEA62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Pr="008932FF" w:rsidR="008932FF" w:rsidP="008932FF" w:rsidRDefault="008932FF" w14:paraId="631E6925" w14:textId="77777777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32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8932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Dziemianowicz</w:t>
            </w:r>
            <w:proofErr w:type="spellEnd"/>
            <w:r w:rsidRPr="008932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Szmigiel-Rawska, P. Nowicka, A. Dąbrowska, </w:t>
            </w:r>
            <w:r w:rsidRPr="0055246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Planowanie strategiczne. Poradnik dla pracowników administracji publicznej</w:t>
            </w:r>
            <w:r w:rsidRPr="008932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</w:t>
            </w:r>
          </w:p>
          <w:p w:rsidRPr="009C54AE" w:rsidR="00C14C4F" w:rsidP="008932FF" w:rsidRDefault="008932FF" w14:paraId="6016E2E4" w14:textId="20B492AD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32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</w:t>
            </w:r>
            <w:proofErr w:type="spellStart"/>
            <w:r w:rsidRPr="008932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Wlażlak</w:t>
            </w:r>
            <w:proofErr w:type="spellEnd"/>
            <w:r w:rsidRPr="008932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5246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Rozwój regionalny jako zadanie administracji publicznej,</w:t>
            </w:r>
            <w:r w:rsidRPr="008932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Kluwer, Warszawa 2010</w:t>
            </w:r>
          </w:p>
        </w:tc>
      </w:tr>
      <w:tr w:rsidRPr="009C54AE" w:rsidR="0085747A" w:rsidTr="432FEA62" w14:paraId="439CA96F" w14:textId="77777777">
        <w:trPr>
          <w:trHeight w:val="397"/>
        </w:trPr>
        <w:tc>
          <w:tcPr>
            <w:tcW w:w="7513" w:type="dxa"/>
            <w:tcMar/>
          </w:tcPr>
          <w:p w:rsidR="00005637" w:rsidP="432FEA62" w:rsidRDefault="0085747A" w14:paraId="1CBE7346" w14:textId="5158F49C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32FEA62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0253541" w:rsidP="00005637" w:rsidRDefault="005635B1" w14:paraId="29D93FE2" w14:textId="77777777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Gawroński, </w:t>
            </w:r>
            <w:r w:rsidRPr="00F4223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strategiczne w samorządach lokalnych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Kluwer, 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</w:t>
            </w:r>
          </w:p>
          <w:p w:rsidRPr="00005637" w:rsidR="00794BAB" w:rsidP="00005637" w:rsidRDefault="00C50F6B" w14:paraId="6B1FF23B" w14:textId="53337C1F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Barczewska-Dziobek, </w:t>
            </w:r>
            <w:r w:rsidRPr="001968C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Zagadnienia proceduralne w zakresie planowania rozwoju regionalnego i ich realizacja na przykładzie województwa podkarpackiego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</w:t>
            </w:r>
            <w:r w:rsidR="002375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23751E" w:rsidR="002375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 w:rsidRPr="002375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3751E" w:rsidR="002375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„Rozwój regionalny - instrumenty realizacji i rola samorządu województwa „, red. nauk. Mirosław Stec, Kazimierz </w:t>
            </w:r>
            <w:proofErr w:type="spellStart"/>
            <w:r w:rsidRPr="0023751E" w:rsidR="002375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Bandarzewski</w:t>
            </w:r>
            <w:proofErr w:type="spellEnd"/>
            <w:r w:rsidR="002375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Wolters Kluwer, Warszawa </w:t>
            </w:r>
            <w:r w:rsidR="00032B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2015, </w:t>
            </w:r>
            <w:r w:rsidR="00552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32BA6" w:rsidR="00032B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135-150</w:t>
            </w:r>
            <w:r w:rsidR="00032B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9C54AE" w:rsidR="0085747A" w:rsidP="009C54AE" w:rsidRDefault="0085747A" w14:paraId="6C1CE5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BA352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3942A7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6EE9" w:rsidP="00C16ABF" w:rsidRDefault="00F86EE9" w14:paraId="5A6DF9E4" w14:textId="77777777">
      <w:pPr>
        <w:spacing w:after="0" w:line="240" w:lineRule="auto"/>
      </w:pPr>
      <w:r>
        <w:separator/>
      </w:r>
    </w:p>
  </w:endnote>
  <w:endnote w:type="continuationSeparator" w:id="0">
    <w:p w:rsidR="00F86EE9" w:rsidP="00C16ABF" w:rsidRDefault="00F86EE9" w14:paraId="6F81957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6EE9" w:rsidP="00C16ABF" w:rsidRDefault="00F86EE9" w14:paraId="24C8D677" w14:textId="77777777">
      <w:pPr>
        <w:spacing w:after="0" w:line="240" w:lineRule="auto"/>
      </w:pPr>
      <w:r>
        <w:separator/>
      </w:r>
    </w:p>
  </w:footnote>
  <w:footnote w:type="continuationSeparator" w:id="0">
    <w:p w:rsidR="00F86EE9" w:rsidP="00C16ABF" w:rsidRDefault="00F86EE9" w14:paraId="53CEE95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CF88AF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637"/>
    <w:rsid w:val="000077B4"/>
    <w:rsid w:val="000116DA"/>
    <w:rsid w:val="00015B8F"/>
    <w:rsid w:val="00022ECE"/>
    <w:rsid w:val="00032BA6"/>
    <w:rsid w:val="00033D2F"/>
    <w:rsid w:val="0003674D"/>
    <w:rsid w:val="0004015C"/>
    <w:rsid w:val="00042A51"/>
    <w:rsid w:val="00042D2E"/>
    <w:rsid w:val="00044538"/>
    <w:rsid w:val="00044C82"/>
    <w:rsid w:val="00070ED6"/>
    <w:rsid w:val="00071105"/>
    <w:rsid w:val="000742DC"/>
    <w:rsid w:val="00084C12"/>
    <w:rsid w:val="0009462C"/>
    <w:rsid w:val="00094B12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D04B0"/>
    <w:rsid w:val="000D4F4E"/>
    <w:rsid w:val="000F1C57"/>
    <w:rsid w:val="000F5615"/>
    <w:rsid w:val="00101A83"/>
    <w:rsid w:val="00102111"/>
    <w:rsid w:val="00110896"/>
    <w:rsid w:val="00124BFF"/>
    <w:rsid w:val="0012560E"/>
    <w:rsid w:val="00127108"/>
    <w:rsid w:val="00134B13"/>
    <w:rsid w:val="0014611C"/>
    <w:rsid w:val="00146BC0"/>
    <w:rsid w:val="00153C41"/>
    <w:rsid w:val="00154381"/>
    <w:rsid w:val="001640A7"/>
    <w:rsid w:val="00164FA7"/>
    <w:rsid w:val="00166A03"/>
    <w:rsid w:val="001714DE"/>
    <w:rsid w:val="001718A7"/>
    <w:rsid w:val="001737CF"/>
    <w:rsid w:val="00176083"/>
    <w:rsid w:val="00176585"/>
    <w:rsid w:val="00177FDB"/>
    <w:rsid w:val="00192F37"/>
    <w:rsid w:val="001968C5"/>
    <w:rsid w:val="001A1AE0"/>
    <w:rsid w:val="001A70D2"/>
    <w:rsid w:val="001B2BB8"/>
    <w:rsid w:val="001D657B"/>
    <w:rsid w:val="001D7B54"/>
    <w:rsid w:val="001E0209"/>
    <w:rsid w:val="001F2CA2"/>
    <w:rsid w:val="002144C0"/>
    <w:rsid w:val="0022477D"/>
    <w:rsid w:val="002278A9"/>
    <w:rsid w:val="002336F9"/>
    <w:rsid w:val="00235362"/>
    <w:rsid w:val="0023751E"/>
    <w:rsid w:val="0024028F"/>
    <w:rsid w:val="00244ABC"/>
    <w:rsid w:val="00253541"/>
    <w:rsid w:val="0025575A"/>
    <w:rsid w:val="002644CA"/>
    <w:rsid w:val="00281FF2"/>
    <w:rsid w:val="002857DE"/>
    <w:rsid w:val="00291567"/>
    <w:rsid w:val="002A229C"/>
    <w:rsid w:val="002A22BF"/>
    <w:rsid w:val="002A2389"/>
    <w:rsid w:val="002A3DD5"/>
    <w:rsid w:val="002A671D"/>
    <w:rsid w:val="002B4D55"/>
    <w:rsid w:val="002B5EA0"/>
    <w:rsid w:val="002B6119"/>
    <w:rsid w:val="002C1F06"/>
    <w:rsid w:val="002D2839"/>
    <w:rsid w:val="002D3375"/>
    <w:rsid w:val="002D4F06"/>
    <w:rsid w:val="002D73D4"/>
    <w:rsid w:val="002F02A3"/>
    <w:rsid w:val="002F4ABE"/>
    <w:rsid w:val="00300D20"/>
    <w:rsid w:val="003018BA"/>
    <w:rsid w:val="0030395F"/>
    <w:rsid w:val="00305C92"/>
    <w:rsid w:val="0030760C"/>
    <w:rsid w:val="003151C5"/>
    <w:rsid w:val="0033321A"/>
    <w:rsid w:val="003343CF"/>
    <w:rsid w:val="00346FE9"/>
    <w:rsid w:val="0034759A"/>
    <w:rsid w:val="003503F6"/>
    <w:rsid w:val="003530DD"/>
    <w:rsid w:val="00363F78"/>
    <w:rsid w:val="00386931"/>
    <w:rsid w:val="00396B9E"/>
    <w:rsid w:val="00397DB2"/>
    <w:rsid w:val="003A090B"/>
    <w:rsid w:val="003A0A5B"/>
    <w:rsid w:val="003A1176"/>
    <w:rsid w:val="003B448C"/>
    <w:rsid w:val="003C0BAE"/>
    <w:rsid w:val="003D18A9"/>
    <w:rsid w:val="003D23F8"/>
    <w:rsid w:val="003D6CE2"/>
    <w:rsid w:val="003E1941"/>
    <w:rsid w:val="003E2FE6"/>
    <w:rsid w:val="003E489D"/>
    <w:rsid w:val="003E49D5"/>
    <w:rsid w:val="003F205D"/>
    <w:rsid w:val="003F38C0"/>
    <w:rsid w:val="003F4633"/>
    <w:rsid w:val="00406C5A"/>
    <w:rsid w:val="00414E3C"/>
    <w:rsid w:val="0042244A"/>
    <w:rsid w:val="004237E4"/>
    <w:rsid w:val="0042745A"/>
    <w:rsid w:val="00431D5C"/>
    <w:rsid w:val="004335C5"/>
    <w:rsid w:val="004362C6"/>
    <w:rsid w:val="00436D08"/>
    <w:rsid w:val="00437FA2"/>
    <w:rsid w:val="00443927"/>
    <w:rsid w:val="00445970"/>
    <w:rsid w:val="0046136A"/>
    <w:rsid w:val="00461EFC"/>
    <w:rsid w:val="004652C2"/>
    <w:rsid w:val="004706D1"/>
    <w:rsid w:val="00471326"/>
    <w:rsid w:val="00475561"/>
    <w:rsid w:val="0047598D"/>
    <w:rsid w:val="00481B30"/>
    <w:rsid w:val="004840FD"/>
    <w:rsid w:val="004873E9"/>
    <w:rsid w:val="00490F7D"/>
    <w:rsid w:val="00491678"/>
    <w:rsid w:val="004968E2"/>
    <w:rsid w:val="004A3EEA"/>
    <w:rsid w:val="004A4D1F"/>
    <w:rsid w:val="004C6787"/>
    <w:rsid w:val="004D13B8"/>
    <w:rsid w:val="004D1FB4"/>
    <w:rsid w:val="004D5282"/>
    <w:rsid w:val="004E36CC"/>
    <w:rsid w:val="004F1551"/>
    <w:rsid w:val="004F55A3"/>
    <w:rsid w:val="004F5CC9"/>
    <w:rsid w:val="0050496F"/>
    <w:rsid w:val="00513B6F"/>
    <w:rsid w:val="00517C63"/>
    <w:rsid w:val="00523B4C"/>
    <w:rsid w:val="00526C54"/>
    <w:rsid w:val="005363C4"/>
    <w:rsid w:val="00536BDE"/>
    <w:rsid w:val="00543ACC"/>
    <w:rsid w:val="00552461"/>
    <w:rsid w:val="005635B1"/>
    <w:rsid w:val="00565A31"/>
    <w:rsid w:val="00565E89"/>
    <w:rsid w:val="0056696D"/>
    <w:rsid w:val="00570E20"/>
    <w:rsid w:val="0058641A"/>
    <w:rsid w:val="0059484D"/>
    <w:rsid w:val="0059702E"/>
    <w:rsid w:val="005A0855"/>
    <w:rsid w:val="005A133C"/>
    <w:rsid w:val="005A3196"/>
    <w:rsid w:val="005C080F"/>
    <w:rsid w:val="005C55E5"/>
    <w:rsid w:val="005C696A"/>
    <w:rsid w:val="005C7657"/>
    <w:rsid w:val="005E6E85"/>
    <w:rsid w:val="005F31D2"/>
    <w:rsid w:val="0061029B"/>
    <w:rsid w:val="00617230"/>
    <w:rsid w:val="00617CE5"/>
    <w:rsid w:val="006207E3"/>
    <w:rsid w:val="00621CE1"/>
    <w:rsid w:val="00627FC9"/>
    <w:rsid w:val="00637731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6477"/>
    <w:rsid w:val="006A31C1"/>
    <w:rsid w:val="006A355D"/>
    <w:rsid w:val="006D050F"/>
    <w:rsid w:val="006D6139"/>
    <w:rsid w:val="006D71DC"/>
    <w:rsid w:val="006E5D65"/>
    <w:rsid w:val="006F1282"/>
    <w:rsid w:val="006F1FBC"/>
    <w:rsid w:val="006F2AF8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F38"/>
    <w:rsid w:val="00787C2A"/>
    <w:rsid w:val="00790E27"/>
    <w:rsid w:val="00794BAB"/>
    <w:rsid w:val="007A3025"/>
    <w:rsid w:val="007A4022"/>
    <w:rsid w:val="007A6E6E"/>
    <w:rsid w:val="007C3299"/>
    <w:rsid w:val="007C3BCC"/>
    <w:rsid w:val="007C4546"/>
    <w:rsid w:val="007C6FA4"/>
    <w:rsid w:val="007D6E56"/>
    <w:rsid w:val="007F4155"/>
    <w:rsid w:val="0081554D"/>
    <w:rsid w:val="0081707E"/>
    <w:rsid w:val="0083334B"/>
    <w:rsid w:val="008449B3"/>
    <w:rsid w:val="008552A2"/>
    <w:rsid w:val="0085747A"/>
    <w:rsid w:val="00884922"/>
    <w:rsid w:val="00885F64"/>
    <w:rsid w:val="008917F9"/>
    <w:rsid w:val="008932FF"/>
    <w:rsid w:val="008A45F7"/>
    <w:rsid w:val="008C0CC0"/>
    <w:rsid w:val="008C19A9"/>
    <w:rsid w:val="008C379D"/>
    <w:rsid w:val="008C507D"/>
    <w:rsid w:val="008C5147"/>
    <w:rsid w:val="008C5359"/>
    <w:rsid w:val="008C5363"/>
    <w:rsid w:val="008D3DFB"/>
    <w:rsid w:val="008D50AC"/>
    <w:rsid w:val="008E64F4"/>
    <w:rsid w:val="008F12C9"/>
    <w:rsid w:val="008F6E29"/>
    <w:rsid w:val="00916188"/>
    <w:rsid w:val="00923D7D"/>
    <w:rsid w:val="009309BC"/>
    <w:rsid w:val="009508DF"/>
    <w:rsid w:val="00950DAC"/>
    <w:rsid w:val="00954A07"/>
    <w:rsid w:val="00997F14"/>
    <w:rsid w:val="009A78D9"/>
    <w:rsid w:val="009B18D8"/>
    <w:rsid w:val="009C0FFC"/>
    <w:rsid w:val="009C3E31"/>
    <w:rsid w:val="009C54AE"/>
    <w:rsid w:val="009C59AC"/>
    <w:rsid w:val="009C788E"/>
    <w:rsid w:val="009D1B1B"/>
    <w:rsid w:val="009D1DBA"/>
    <w:rsid w:val="009D3F3B"/>
    <w:rsid w:val="009E0543"/>
    <w:rsid w:val="009E1531"/>
    <w:rsid w:val="009E3B41"/>
    <w:rsid w:val="009F3C5C"/>
    <w:rsid w:val="009F4610"/>
    <w:rsid w:val="009F7F6B"/>
    <w:rsid w:val="00A00ECC"/>
    <w:rsid w:val="00A155EE"/>
    <w:rsid w:val="00A2245B"/>
    <w:rsid w:val="00A24E0B"/>
    <w:rsid w:val="00A30110"/>
    <w:rsid w:val="00A36899"/>
    <w:rsid w:val="00A371F6"/>
    <w:rsid w:val="00A43BF6"/>
    <w:rsid w:val="00A5146A"/>
    <w:rsid w:val="00A53ADF"/>
    <w:rsid w:val="00A53FA5"/>
    <w:rsid w:val="00A54817"/>
    <w:rsid w:val="00A56C7D"/>
    <w:rsid w:val="00A601C8"/>
    <w:rsid w:val="00A60799"/>
    <w:rsid w:val="00A64FC7"/>
    <w:rsid w:val="00A67744"/>
    <w:rsid w:val="00A811BB"/>
    <w:rsid w:val="00A84C85"/>
    <w:rsid w:val="00A97DE1"/>
    <w:rsid w:val="00AA5F0E"/>
    <w:rsid w:val="00AB053C"/>
    <w:rsid w:val="00AD1146"/>
    <w:rsid w:val="00AD1B78"/>
    <w:rsid w:val="00AD27D3"/>
    <w:rsid w:val="00AD66D6"/>
    <w:rsid w:val="00AE1160"/>
    <w:rsid w:val="00AE203C"/>
    <w:rsid w:val="00AE2E74"/>
    <w:rsid w:val="00AE46E4"/>
    <w:rsid w:val="00AE5FCB"/>
    <w:rsid w:val="00AF22A4"/>
    <w:rsid w:val="00AF2C1E"/>
    <w:rsid w:val="00B06142"/>
    <w:rsid w:val="00B135B1"/>
    <w:rsid w:val="00B148BA"/>
    <w:rsid w:val="00B3130B"/>
    <w:rsid w:val="00B40ADB"/>
    <w:rsid w:val="00B43B77"/>
    <w:rsid w:val="00B43E80"/>
    <w:rsid w:val="00B55915"/>
    <w:rsid w:val="00B607DB"/>
    <w:rsid w:val="00B66529"/>
    <w:rsid w:val="00B6714B"/>
    <w:rsid w:val="00B75946"/>
    <w:rsid w:val="00B8056E"/>
    <w:rsid w:val="00B819C8"/>
    <w:rsid w:val="00B82308"/>
    <w:rsid w:val="00B837A2"/>
    <w:rsid w:val="00B90885"/>
    <w:rsid w:val="00B9587A"/>
    <w:rsid w:val="00BB520A"/>
    <w:rsid w:val="00BD1D9C"/>
    <w:rsid w:val="00BD3869"/>
    <w:rsid w:val="00BD66E9"/>
    <w:rsid w:val="00BD6FF4"/>
    <w:rsid w:val="00BF2C41"/>
    <w:rsid w:val="00C049B2"/>
    <w:rsid w:val="00C058B4"/>
    <w:rsid w:val="00C05F44"/>
    <w:rsid w:val="00C131B5"/>
    <w:rsid w:val="00C14C4F"/>
    <w:rsid w:val="00C16ABF"/>
    <w:rsid w:val="00C170AE"/>
    <w:rsid w:val="00C2018D"/>
    <w:rsid w:val="00C26CB7"/>
    <w:rsid w:val="00C324C1"/>
    <w:rsid w:val="00C36992"/>
    <w:rsid w:val="00C373B5"/>
    <w:rsid w:val="00C50F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5033"/>
    <w:rsid w:val="00CD6897"/>
    <w:rsid w:val="00CE2D7F"/>
    <w:rsid w:val="00CE5BAC"/>
    <w:rsid w:val="00CF25BE"/>
    <w:rsid w:val="00CF78ED"/>
    <w:rsid w:val="00D02B25"/>
    <w:rsid w:val="00D02EBA"/>
    <w:rsid w:val="00D17C3C"/>
    <w:rsid w:val="00D20863"/>
    <w:rsid w:val="00D26B2C"/>
    <w:rsid w:val="00D32C52"/>
    <w:rsid w:val="00D352C9"/>
    <w:rsid w:val="00D425B2"/>
    <w:rsid w:val="00D428D6"/>
    <w:rsid w:val="00D533A1"/>
    <w:rsid w:val="00D552B2"/>
    <w:rsid w:val="00D608D1"/>
    <w:rsid w:val="00D74119"/>
    <w:rsid w:val="00D8075B"/>
    <w:rsid w:val="00D8678B"/>
    <w:rsid w:val="00DA2114"/>
    <w:rsid w:val="00DB6B5B"/>
    <w:rsid w:val="00DC0F9F"/>
    <w:rsid w:val="00DC6E20"/>
    <w:rsid w:val="00DE09C0"/>
    <w:rsid w:val="00DE43C3"/>
    <w:rsid w:val="00DE4A14"/>
    <w:rsid w:val="00DF320D"/>
    <w:rsid w:val="00DF71C8"/>
    <w:rsid w:val="00E129B8"/>
    <w:rsid w:val="00E21E7D"/>
    <w:rsid w:val="00E22FBC"/>
    <w:rsid w:val="00E24BF5"/>
    <w:rsid w:val="00E25338"/>
    <w:rsid w:val="00E320B3"/>
    <w:rsid w:val="00E40119"/>
    <w:rsid w:val="00E51E44"/>
    <w:rsid w:val="00E55EE3"/>
    <w:rsid w:val="00E63348"/>
    <w:rsid w:val="00E742AA"/>
    <w:rsid w:val="00E7454D"/>
    <w:rsid w:val="00E75102"/>
    <w:rsid w:val="00E77E88"/>
    <w:rsid w:val="00E80636"/>
    <w:rsid w:val="00E8107D"/>
    <w:rsid w:val="00E85429"/>
    <w:rsid w:val="00E960BB"/>
    <w:rsid w:val="00EA2074"/>
    <w:rsid w:val="00EA477A"/>
    <w:rsid w:val="00EA4832"/>
    <w:rsid w:val="00EA4E9D"/>
    <w:rsid w:val="00EC4899"/>
    <w:rsid w:val="00ED03AB"/>
    <w:rsid w:val="00ED1085"/>
    <w:rsid w:val="00ED32D2"/>
    <w:rsid w:val="00ED334C"/>
    <w:rsid w:val="00EE32DE"/>
    <w:rsid w:val="00EE5457"/>
    <w:rsid w:val="00EF009B"/>
    <w:rsid w:val="00F070AB"/>
    <w:rsid w:val="00F17567"/>
    <w:rsid w:val="00F26BE3"/>
    <w:rsid w:val="00F27A7B"/>
    <w:rsid w:val="00F526AF"/>
    <w:rsid w:val="00F617C3"/>
    <w:rsid w:val="00F7066B"/>
    <w:rsid w:val="00F74639"/>
    <w:rsid w:val="00F81D8A"/>
    <w:rsid w:val="00F83B28"/>
    <w:rsid w:val="00F86EE9"/>
    <w:rsid w:val="00F877AB"/>
    <w:rsid w:val="00F9155C"/>
    <w:rsid w:val="00F974DA"/>
    <w:rsid w:val="00FA46E5"/>
    <w:rsid w:val="00FB7DBA"/>
    <w:rsid w:val="00FC1C25"/>
    <w:rsid w:val="00FC3F45"/>
    <w:rsid w:val="00FD1D5E"/>
    <w:rsid w:val="00FD503F"/>
    <w:rsid w:val="00FD7589"/>
    <w:rsid w:val="00FF016A"/>
    <w:rsid w:val="00FF1401"/>
    <w:rsid w:val="00FF5E7D"/>
    <w:rsid w:val="05634FC2"/>
    <w:rsid w:val="05711193"/>
    <w:rsid w:val="15A9F0D3"/>
    <w:rsid w:val="1CF3B378"/>
    <w:rsid w:val="1D1C55EF"/>
    <w:rsid w:val="1D1CD281"/>
    <w:rsid w:val="216800B4"/>
    <w:rsid w:val="24113EF5"/>
    <w:rsid w:val="2703EEB1"/>
    <w:rsid w:val="316665BA"/>
    <w:rsid w:val="37A7B1ED"/>
    <w:rsid w:val="38746312"/>
    <w:rsid w:val="432FEA62"/>
    <w:rsid w:val="490844E0"/>
    <w:rsid w:val="4E414969"/>
    <w:rsid w:val="514911BD"/>
    <w:rsid w:val="51EC3F79"/>
    <w:rsid w:val="558EE429"/>
    <w:rsid w:val="57CF0352"/>
    <w:rsid w:val="5D92E2AA"/>
    <w:rsid w:val="5DE8106C"/>
    <w:rsid w:val="62543ED4"/>
    <w:rsid w:val="64A5B346"/>
    <w:rsid w:val="6C73FE33"/>
    <w:rsid w:val="767D8776"/>
    <w:rsid w:val="78E19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E028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16F33-85D1-439C-852E-E4B6A3B0CD1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22</revision>
  <lastPrinted>2019-02-06T12:12:00.0000000Z</lastPrinted>
  <dcterms:created xsi:type="dcterms:W3CDTF">2021-12-09T11:34:00.0000000Z</dcterms:created>
  <dcterms:modified xsi:type="dcterms:W3CDTF">2022-01-24T08:50:47.2719757Z</dcterms:modified>
</coreProperties>
</file>